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1B206403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7016EC" w:rsidRPr="00010F86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7016EC" w:rsidRPr="00010F86">
        <w:rPr>
          <w:rFonts w:eastAsia="Times New Roman" w:cs="Times New Roman"/>
          <w:b/>
          <w:highlight w:val="yellow"/>
          <w:lang w:eastAsia="cs-CZ"/>
        </w:rPr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7016EC" w:rsidRPr="00010F86">
        <w:rPr>
          <w:rFonts w:eastAsia="Times New Roman" w:cs="Times New Roman"/>
          <w:b/>
          <w:noProof/>
          <w:highlight w:val="yellow"/>
          <w:lang w:eastAsia="cs-CZ"/>
        </w:rPr>
        <w:t>[DOPLNÍ ÚČASTNÍK]</w:t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end"/>
      </w:r>
      <w:bookmarkEnd w:id="0"/>
    </w:p>
    <w:p w14:paraId="59466B6D" w14:textId="7D24AFB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E" w14:textId="72923D5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F" w14:textId="2904B5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8E676B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913303" w:rsidRPr="00913303">
        <w:rPr>
          <w:b/>
          <w:bCs/>
        </w:rPr>
        <w:t>Vypracování projektové dokumentace „Broumov ON – dílčí oprava PD“</w:t>
      </w:r>
      <w:r w:rsidRPr="007016E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3D469770" w:rsidR="00AC2CF0" w:rsidRPr="007308BA" w:rsidRDefault="0091330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575480779"/>
                <w:placeholder>
                  <w:docPart w:val="E88B00B6B10343948320FEE73DD118E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06AA7ACE" w:rsidR="00AC2CF0" w:rsidRPr="007308BA" w:rsidRDefault="0091330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96050821"/>
                <w:placeholder>
                  <w:docPart w:val="9297696D51984ADDA139AF77372A8DD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794E25BD" w:rsidR="009F392E" w:rsidRPr="00AA121C" w:rsidRDefault="008145D7" w:rsidP="00AA121C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AA12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45AF6A9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7016EC">
      <w:rPr>
        <w:rStyle w:val="Zvraznn"/>
      </w:rPr>
      <w:t>7</w:t>
    </w:r>
    <w:r>
      <w:rPr>
        <w:rStyle w:val="Zvraznn"/>
      </w:rPr>
      <w:t xml:space="preserve">.2 a </w:t>
    </w:r>
    <w:r w:rsidR="007016EC">
      <w:rPr>
        <w:rStyle w:val="Zvraznn"/>
      </w:rPr>
      <w:t>7</w:t>
    </w:r>
    <w:r w:rsidR="005F15EC">
      <w:rPr>
        <w:rStyle w:val="Zvraznn"/>
      </w:rPr>
      <w:t>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316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2E2D"/>
    <w:rsid w:val="006A5570"/>
    <w:rsid w:val="006A689C"/>
    <w:rsid w:val="006B3D79"/>
    <w:rsid w:val="006D7AFE"/>
    <w:rsid w:val="006E0578"/>
    <w:rsid w:val="006E314D"/>
    <w:rsid w:val="007016EC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13303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720E"/>
    <w:rsid w:val="009B14A9"/>
    <w:rsid w:val="009B2E97"/>
    <w:rsid w:val="009E07F4"/>
    <w:rsid w:val="009F392E"/>
    <w:rsid w:val="009F7412"/>
    <w:rsid w:val="00A06F33"/>
    <w:rsid w:val="00A56F0E"/>
    <w:rsid w:val="00A6177B"/>
    <w:rsid w:val="00A66136"/>
    <w:rsid w:val="00A8346D"/>
    <w:rsid w:val="00AA121C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88B00B6B10343948320FEE73DD11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A6936-C414-4004-8E43-D19A8FE3E806}"/>
      </w:docPartPr>
      <w:docPartBody>
        <w:p w:rsidR="000C042E" w:rsidRDefault="000C042E" w:rsidP="000C042E">
          <w:pPr>
            <w:pStyle w:val="E88B00B6B10343948320FEE73DD118E8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297696D51984ADDA139AF77372A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A343A-BFC3-4495-B7A5-9F05B6CC386B}"/>
      </w:docPartPr>
      <w:docPartBody>
        <w:p w:rsidR="000C042E" w:rsidRDefault="000C042E" w:rsidP="000C042E">
          <w:pPr>
            <w:pStyle w:val="9297696D51984ADDA139AF77372A8DD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042E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042E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E88B00B6B10343948320FEE73DD118E8">
    <w:name w:val="E88B00B6B10343948320FEE73DD118E8"/>
    <w:rsid w:val="000C042E"/>
    <w:rPr>
      <w:kern w:val="2"/>
      <w14:ligatures w14:val="standardContextual"/>
    </w:rPr>
  </w:style>
  <w:style w:type="paragraph" w:customStyle="1" w:styleId="9297696D51984ADDA139AF77372A8DDD">
    <w:name w:val="9297696D51984ADDA139AF77372A8DDD"/>
    <w:rsid w:val="000C04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A99A26-29E6-4B2E-890A-786FE4AD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483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Suchá Markéta</cp:lastModifiedBy>
  <cp:revision>15</cp:revision>
  <cp:lastPrinted>2017-11-28T17:18:00Z</cp:lastPrinted>
  <dcterms:created xsi:type="dcterms:W3CDTF">2023-11-16T10:29:00Z</dcterms:created>
  <dcterms:modified xsi:type="dcterms:W3CDTF">2024-03-11T10:15:00Z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